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250386" w:rsidRPr="00250386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250386" w:rsidRPr="00250386">
        <w:rPr>
          <w:rFonts w:ascii="Times New Roman" w:hAnsi="Times New Roman"/>
          <w:b/>
        </w:rPr>
        <w:t>BP.271.4.2020.BS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50386" w:rsidRPr="00250386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50386" w:rsidRPr="00250386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250386" w:rsidRPr="00250386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50386" w:rsidRPr="00250386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250386" w:rsidRPr="00250386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250386" w:rsidRPr="00250386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250386" w:rsidRPr="00250386">
        <w:rPr>
          <w:rFonts w:ascii="Times New Roman" w:hAnsi="Times New Roman"/>
          <w:b/>
        </w:rPr>
        <w:t>Modernizacja dróg z wyłączeniem dróg o nawierzchni asfaltowej.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250386" w:rsidRPr="00250386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97" w:rsidRDefault="00EA2997" w:rsidP="0038231F">
      <w:pPr>
        <w:spacing w:after="0" w:line="240" w:lineRule="auto"/>
      </w:pPr>
      <w:r>
        <w:separator/>
      </w:r>
    </w:p>
  </w:endnote>
  <w:endnote w:type="continuationSeparator" w:id="0">
    <w:p w:rsidR="00EA2997" w:rsidRDefault="00EA29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386" w:rsidRDefault="002503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D7B3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D7B3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386" w:rsidRDefault="00250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97" w:rsidRDefault="00EA2997" w:rsidP="0038231F">
      <w:pPr>
        <w:spacing w:after="0" w:line="240" w:lineRule="auto"/>
      </w:pPr>
      <w:r>
        <w:separator/>
      </w:r>
    </w:p>
  </w:footnote>
  <w:footnote w:type="continuationSeparator" w:id="0">
    <w:p w:rsidR="00EA2997" w:rsidRDefault="00EA29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386" w:rsidRDefault="002503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386" w:rsidRDefault="002503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386" w:rsidRDefault="002503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97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0386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B32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A2997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95A22-468B-4441-9B66-D716674E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2020-01-17T12:24:00Z</dcterms:created>
  <dcterms:modified xsi:type="dcterms:W3CDTF">2020-01-17T12:24:00Z</dcterms:modified>
</cp:coreProperties>
</file>